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3373" w:firstLineChars="1200"/>
        <w:jc w:val="both"/>
        <w:rPr>
          <w:rFonts w:hint="default" w:cs="PMingLiU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PMingLiU" w:asciiTheme="minorEastAsia" w:hAnsiTheme="minorEastAsia"/>
          <w:b/>
          <w:color w:val="000000"/>
          <w:kern w:val="0"/>
          <w:sz w:val="28"/>
          <w:szCs w:val="28"/>
          <w:lang w:val="en-US" w:eastAsia="zh-CN"/>
        </w:rPr>
        <w:t>雷神G45</w:t>
      </w:r>
      <w:r>
        <w:rPr>
          <w:rFonts w:cs="PMingLiU" w:asciiTheme="minorEastAsia" w:hAnsiTheme="minorEastAsia"/>
          <w:b/>
          <w:color w:val="000000"/>
          <w:kern w:val="0"/>
          <w:sz w:val="28"/>
          <w:szCs w:val="28"/>
        </w:rPr>
        <w:t>无线手柄升级指导</w:t>
      </w:r>
    </w:p>
    <w:p>
      <w:pPr>
        <w:rPr>
          <w:rFonts w:hint="default" w:asciiTheme="minorEastAsia" w:hAnsiTheme="minorEastAsia"/>
          <w:sz w:val="22"/>
          <w:szCs w:val="22"/>
        </w:rPr>
      </w:pPr>
    </w:p>
    <w:p>
      <w:pPr>
        <w:rPr>
          <w:rFonts w:hint="default" w:asciiTheme="minorEastAsia" w:hAnsiTheme="minorEastAsia"/>
          <w:sz w:val="22"/>
          <w:szCs w:val="22"/>
        </w:rPr>
      </w:pPr>
      <w:r>
        <w:rPr>
          <w:rFonts w:asciiTheme="minorEastAsia" w:hAnsiTheme="minorEastAsia"/>
          <w:sz w:val="22"/>
          <w:szCs w:val="22"/>
        </w:rPr>
        <w:t>升级软件按照下面的升级程序升级手柄</w:t>
      </w:r>
      <w:r>
        <w:rPr>
          <w:rFonts w:hint="eastAsia" w:asciiTheme="minorEastAsia" w:hAnsiTheme="minorEastAsia"/>
          <w:sz w:val="22"/>
          <w:szCs w:val="22"/>
          <w:lang w:val="en-US" w:eastAsia="zh-CN"/>
        </w:rPr>
        <w:t>固件</w:t>
      </w:r>
      <w:r>
        <w:rPr>
          <w:rFonts w:asciiTheme="minorEastAsia" w:hAnsiTheme="minorEastAsia"/>
          <w:sz w:val="22"/>
          <w:szCs w:val="22"/>
        </w:rPr>
        <w:t>。</w:t>
      </w:r>
    </w:p>
    <w:p>
      <w:pPr>
        <w:contextualSpacing/>
        <w:rPr>
          <w:rFonts w:hint="default" w:asciiTheme="minorEastAsia" w:hAnsiTheme="minorEastAsia"/>
          <w:sz w:val="22"/>
          <w:szCs w:val="22"/>
        </w:rPr>
      </w:pPr>
    </w:p>
    <w:p>
      <w:pPr>
        <w:contextualSpacing/>
        <w:rPr>
          <w:rFonts w:hint="default" w:asciiTheme="minorEastAsia" w:hAnsiTheme="minorEastAsia"/>
          <w:sz w:val="22"/>
          <w:szCs w:val="22"/>
        </w:rPr>
      </w:pPr>
      <w:r>
        <w:rPr>
          <w:rFonts w:asciiTheme="minorEastAsia" w:hAnsiTheme="minorEastAsia"/>
          <w:sz w:val="22"/>
          <w:szCs w:val="22"/>
        </w:rPr>
        <w:t>1.在Windows电脑上，双击升级软件，弹出如下窗口，窗口里的“Update Firmware”字体呈浅灰色。</w:t>
      </w:r>
    </w:p>
    <w:p>
      <w:pPr>
        <w:contextualSpacing/>
        <w:jc w:val="center"/>
        <w:rPr>
          <w:rFonts w:hint="default" w:asciiTheme="minorEastAsia" w:hAnsiTheme="minorEastAsia"/>
          <w:szCs w:val="21"/>
        </w:rPr>
      </w:pPr>
      <w:r>
        <w:drawing>
          <wp:inline distT="0" distB="0" distL="114300" distR="114300">
            <wp:extent cx="4152900" cy="1200150"/>
            <wp:effectExtent l="0" t="0" r="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/>
        </w:rPr>
      </w:pPr>
    </w:p>
    <w:p>
      <w:pPr>
        <w:rPr>
          <w:rFonts w:hint="default" w:asciiTheme="minorEastAsia" w:hAnsiTheme="minorEastAsia"/>
          <w:sz w:val="22"/>
          <w:szCs w:val="22"/>
        </w:rPr>
      </w:pPr>
      <w:r>
        <w:rPr>
          <w:rFonts w:asciiTheme="minorEastAsia" w:hAnsiTheme="minorEastAsia"/>
          <w:sz w:val="22"/>
          <w:szCs w:val="22"/>
        </w:rPr>
        <w:t>2. 在手柄上，向下按</w:t>
      </w:r>
      <w:r>
        <w:rPr>
          <w:rFonts w:hint="eastAsia" w:asciiTheme="minorEastAsia" w:hAnsiTheme="minorEastAsia"/>
          <w:sz w:val="22"/>
          <w:szCs w:val="22"/>
          <w:lang w:val="en-US" w:eastAsia="zh-CN"/>
        </w:rPr>
        <w:t>压</w:t>
      </w:r>
      <w:r>
        <w:rPr>
          <w:rFonts w:asciiTheme="minorEastAsia" w:hAnsiTheme="minorEastAsia"/>
          <w:sz w:val="22"/>
          <w:szCs w:val="22"/>
        </w:rPr>
        <w:t>住左摇杆的中心点L</w:t>
      </w:r>
      <w:r>
        <w:rPr>
          <w:rFonts w:hint="default" w:asciiTheme="minorEastAsia" w:hAnsiTheme="minorEastAsia"/>
          <w:sz w:val="22"/>
          <w:szCs w:val="22"/>
        </w:rPr>
        <w:t>3</w:t>
      </w:r>
      <w:r>
        <w:rPr>
          <w:rFonts w:asciiTheme="minorEastAsia" w:hAnsiTheme="minorEastAsia"/>
          <w:sz w:val="22"/>
          <w:szCs w:val="22"/>
        </w:rPr>
        <w:t>键，同时用USB线将手柄连接到电脑，此时，电脑窗口里的“Update Firmware”字体变成黑色，松开左摇杆，点击这个黑色的“Update Firmware”去更新手柄的固件。</w:t>
      </w:r>
    </w:p>
    <w:p>
      <w:pPr>
        <w:jc w:val="center"/>
        <w:rPr>
          <w:rFonts w:hint="default" w:asciiTheme="minorEastAsia" w:hAnsiTheme="minorEastAsia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4568190</wp:posOffset>
                </wp:positionH>
                <wp:positionV relativeFrom="paragraph">
                  <wp:posOffset>234315</wp:posOffset>
                </wp:positionV>
                <wp:extent cx="800100" cy="285750"/>
                <wp:effectExtent l="501650" t="4445" r="12700" b="14605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85750"/>
                        </a:xfrm>
                        <a:prstGeom prst="wedgeRectCallout">
                          <a:avLst>
                            <a:gd name="adj1" fmla="val -107921"/>
                            <a:gd name="adj2" fmla="val -2333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点击更新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61" type="#_x0000_t61" style="position:absolute;left:0pt;margin-left:359.7pt;margin-top:18.45pt;height:22.5pt;width:63pt;z-index:251659264;mso-width-relative:page;mso-height-relative:page;" fillcolor="#FFFFFF" filled="t" stroked="t" coordsize="21600,21600" o:gfxdata="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X+4s2wAAAAkBAAAPAAAAAAAAAAEAIAAAACIAAABkcnMvZG93&#10;bnJldi54bWxQSwECFAAUAAAACACHTuJACWl/4zYCAACOBAAADgAAAAAAAAABACAAAAAqAQAAZHJz&#10;L2Uyb0RvYy54bWxQSwUGAAAAAAYABgBZAQAA0gUAAAAA&#10;" adj="-12511,576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点击更新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448175" cy="1362075"/>
            <wp:effectExtent l="0" t="0" r="9525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Theme="minorEastAsia" w:hAnsiTheme="minorEastAsia"/>
          <w:szCs w:val="21"/>
        </w:rPr>
      </w:pPr>
    </w:p>
    <w:p>
      <w:pPr>
        <w:numPr>
          <w:ilvl w:val="0"/>
          <w:numId w:val="1"/>
        </w:numPr>
        <w:jc w:val="lef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/>
          <w:sz w:val="22"/>
          <w:szCs w:val="22"/>
        </w:rPr>
        <w:t>弹出OK窗口并显示“Update Success!”，然后点击“确定”。手柄上的LED</w:t>
      </w:r>
      <w:r>
        <w:rPr>
          <w:rFonts w:hint="eastAsia" w:asciiTheme="minorEastAsia" w:hAnsiTheme="minorEastAsia"/>
          <w:sz w:val="22"/>
          <w:szCs w:val="22"/>
          <w:lang w:val="en-US" w:eastAsia="zh-CN"/>
        </w:rPr>
        <w:t>1.LED4</w:t>
      </w:r>
      <w:r>
        <w:rPr>
          <w:rFonts w:asciiTheme="minorEastAsia" w:hAnsiTheme="minorEastAsia"/>
          <w:sz w:val="22"/>
          <w:szCs w:val="22"/>
        </w:rPr>
        <w:t>灯同时慢闪，表示升级完成。</w:t>
      </w:r>
    </w:p>
    <w:p>
      <w:pPr>
        <w:numPr>
          <w:ilvl w:val="0"/>
          <w:numId w:val="0"/>
        </w:numPr>
        <w:ind w:firstLine="220" w:firstLineChars="100"/>
        <w:jc w:val="left"/>
        <w:rPr>
          <w:rFonts w:hint="default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asciiTheme="minorEastAsia" w:hAnsiTheme="minorEastAsia"/>
          <w:sz w:val="22"/>
          <w:szCs w:val="22"/>
        </w:rPr>
        <w:t>拔出USB数据线</w:t>
      </w:r>
      <w:r>
        <w:rPr>
          <w:rFonts w:hint="eastAsia" w:asciiTheme="minorEastAsia" w:hAnsiTheme="minorEastAsia"/>
          <w:sz w:val="22"/>
          <w:szCs w:val="22"/>
          <w:lang w:eastAsia="zh-CN"/>
        </w:rPr>
        <w:t>。</w:t>
      </w:r>
      <w:r>
        <w:rPr>
          <w:rFonts w:hint="eastAsia"/>
          <w:sz w:val="21"/>
          <w:lang w:val="en-US" w:eastAsia="zh-CN"/>
        </w:rPr>
        <w:t>关闭手柄。</w:t>
      </w:r>
    </w:p>
    <w:p>
      <w:pPr>
        <w:numPr>
          <w:ilvl w:val="0"/>
          <w:numId w:val="0"/>
        </w:numPr>
        <w:jc w:val="left"/>
        <w:rPr>
          <w:rFonts w:hint="default" w:asciiTheme="minorEastAsia" w:hAnsiTheme="minorEastAsia"/>
          <w:sz w:val="22"/>
          <w:szCs w:val="22"/>
        </w:rPr>
      </w:pP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1352550</wp:posOffset>
                </wp:positionV>
                <wp:extent cx="800100" cy="285750"/>
                <wp:effectExtent l="501650" t="4445" r="12700" b="14605"/>
                <wp:wrapNone/>
                <wp:docPr id="2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85750"/>
                        </a:xfrm>
                        <a:prstGeom prst="wedgeRectCallout">
                          <a:avLst>
                            <a:gd name="adj1" fmla="val -107921"/>
                            <a:gd name="adj2" fmla="val -2333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点击确定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61" type="#_x0000_t61" style="position:absolute;left:0pt;margin-left:270.45pt;margin-top:106.5pt;height:22.5pt;width:63pt;z-index:251660288;mso-width-relative:page;mso-height-relative:page;" fillcolor="#FFFFFF" filled="t" stroked="t" coordsize="21600,21600" o:gfxdata="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14xX49sAAAALAQAADwAAAAAAAAABACAAAAAiAAAAZHJzL2Rv&#10;d25yZXYueG1sUEsBAhQAFAAAAAgAh07iQMBuEzM3AgAAjgQAAA4AAAAAAAAAAQAgAAAAKgEAAGRy&#10;cy9lMm9Eb2MueG1sUEsFBgAAAAAGAAYAWQEAANMFAAAAAA==&#10;" adj="-12511,576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点击确定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410075" cy="1600200"/>
            <wp:effectExtent l="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Theme="minorEastAsia" w:hAnsiTheme="minorEastAsia"/>
          <w:szCs w:val="21"/>
        </w:rPr>
      </w:pPr>
    </w:p>
    <w:p>
      <w:pPr>
        <w:rPr>
          <w:rFonts w:hint="default" w:asciiTheme="minorEastAsia" w:hAnsiTheme="minorEastAsia"/>
          <w:szCs w:val="21"/>
        </w:rPr>
      </w:pPr>
    </w:p>
    <w:sectPr>
      <w:headerReference r:id="rId3" w:type="default"/>
      <w:footerReference r:id="rId4" w:type="default"/>
      <w:pgSz w:w="11906" w:h="16838"/>
      <w:pgMar w:top="336" w:right="424" w:bottom="284" w:left="567" w:header="393" w:footer="11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ind w:right="270"/>
      <w:jc w:val="right"/>
      <w:rPr>
        <w:rFonts w:hint="default"/>
      </w:rPr>
    </w:pPr>
    <w:sdt>
      <w:sdtPr>
        <w:id w:val="43416518"/>
        <w:docPartObj>
          <w:docPartGallery w:val="autotext"/>
        </w:docPartObj>
      </w:sdtPr>
      <w:sdtContent>
        <w:sdt>
          <w:sdtPr>
            <w:id w:val="43416519"/>
            <w:docPartObj>
              <w:docPartGallery w:val="autotext"/>
            </w:docPartObj>
          </w:sdtPr>
          <w:sdtContent>
            <w:r>
              <w:rPr>
                <w:rFonts w:hint="default" w:asciiTheme="minorEastAsia" w:hAnsiTheme="minorEastAsia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6661785" cy="0"/>
                      <wp:effectExtent l="7620" t="7620" r="8255" b="8255"/>
                      <wp:wrapNone/>
                      <wp:docPr id="3" name="自选图形 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1785" cy="0"/>
                              </a:xfrm>
                              <a:prstGeom prst="straightConnector1">
                                <a:avLst/>
                              </a:prstGeom>
                              <a:ln w="15875" cap="rnd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025" o:spid="_x0000_s1026" o:spt="32" type="#_x0000_t32" style="position:absolute;left:0pt;margin-left:0pt;margin-top:0.05pt;height:0pt;width:524.55pt;z-index:251661312;mso-width-relative:page;mso-height-relative:page;" filled="f" stroked="t" coordsize="21600,21600" o:gfxdata="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x8gPHSAAAAAwEAAA8AAAAAAAAAAQAgAAAAIgAAAGRycy9kb3ducmV2LnhtbFBLAQIU&#10;ABQAAAAIAIdO4kD32vyO+QEAAOcDAAAOAAAAAAAAAAEAIAAAACEBAABkcnMvZTJvRG9jLnhtbFBL&#10;BQYAAAAABgAGAFkBAACMBQAAAAA=&#10;">
                      <v:fill on="f" focussize="0,0"/>
                      <v:stroke weight="1.25pt" color="#000000" joinstyle="round" dashstyle="1 1" endcap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t xml:space="preserve">   </w:t>
            </w:r>
            <w:r>
              <w:rPr>
                <w:rFonts w:asciiTheme="minorEastAsia" w:hAnsiTheme="minorEastAsia"/>
                <w:szCs w:val="18"/>
              </w:rPr>
              <w:t>第</w:t>
            </w:r>
            <w:r>
              <w:rPr>
                <w:rFonts w:asciiTheme="minorEastAsia" w:hAnsiTheme="minorEastAsia"/>
                <w:bCs/>
                <w:szCs w:val="18"/>
              </w:rPr>
              <w:fldChar w:fldCharType="begin"/>
            </w:r>
            <w:r>
              <w:rPr>
                <w:rFonts w:asciiTheme="minorEastAsia" w:hAnsiTheme="minorEastAsia"/>
                <w:bCs/>
                <w:szCs w:val="18"/>
              </w:rPr>
              <w:instrText xml:space="preserve"> PAGE </w:instrText>
            </w:r>
            <w:r>
              <w:rPr>
                <w:rFonts w:asciiTheme="minorEastAsia" w:hAnsiTheme="minorEastAsia"/>
                <w:bCs/>
                <w:szCs w:val="18"/>
              </w:rPr>
              <w:fldChar w:fldCharType="separate"/>
            </w:r>
            <w:r>
              <w:rPr>
                <w:rFonts w:hint="default" w:asciiTheme="minorEastAsia" w:hAnsiTheme="minorEastAsia"/>
                <w:bCs/>
                <w:szCs w:val="18"/>
              </w:rPr>
              <w:t>3</w:t>
            </w:r>
            <w:r>
              <w:rPr>
                <w:rFonts w:asciiTheme="minorEastAsia" w:hAnsiTheme="minorEastAsia"/>
                <w:bCs/>
                <w:szCs w:val="18"/>
              </w:rPr>
              <w:fldChar w:fldCharType="end"/>
            </w:r>
            <w:r>
              <w:rPr>
                <w:rFonts w:asciiTheme="minorEastAsia" w:hAnsiTheme="minorEastAsia"/>
                <w:szCs w:val="18"/>
              </w:rPr>
              <w:t>页共</w:t>
            </w:r>
            <w:r>
              <w:rPr>
                <w:rFonts w:asciiTheme="minorEastAsia" w:hAnsiTheme="minorEastAsia"/>
                <w:bCs/>
                <w:szCs w:val="18"/>
              </w:rPr>
              <w:fldChar w:fldCharType="begin"/>
            </w:r>
            <w:r>
              <w:rPr>
                <w:rFonts w:asciiTheme="minorEastAsia" w:hAnsiTheme="minorEastAsia"/>
                <w:bCs/>
                <w:szCs w:val="18"/>
              </w:rPr>
              <w:instrText xml:space="preserve"> NUMPAGES  </w:instrText>
            </w:r>
            <w:r>
              <w:rPr>
                <w:rFonts w:asciiTheme="minorEastAsia" w:hAnsiTheme="minorEastAsia"/>
                <w:bCs/>
                <w:szCs w:val="18"/>
              </w:rPr>
              <w:fldChar w:fldCharType="separate"/>
            </w:r>
            <w:r>
              <w:rPr>
                <w:rFonts w:hint="default" w:asciiTheme="minorEastAsia" w:hAnsiTheme="minorEastAsia"/>
                <w:bCs/>
                <w:szCs w:val="18"/>
              </w:rPr>
              <w:t>4</w:t>
            </w:r>
            <w:r>
              <w:rPr>
                <w:rFonts w:asciiTheme="minorEastAsia" w:hAnsiTheme="minorEastAsia"/>
                <w:bCs/>
                <w:szCs w:val="18"/>
              </w:rPr>
              <w:fldChar w:fldCharType="end"/>
            </w:r>
          </w:sdtContent>
        </w:sdt>
      </w:sdtContent>
    </w:sdt>
    <w: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76C518"/>
    <w:multiLevelType w:val="singleLevel"/>
    <w:tmpl w:val="FD76C51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GI0MGJhOTE0ZDYwNTFkYmJiODc3MmMwODE0MmEifQ=="/>
  </w:docVars>
  <w:rsids>
    <w:rsidRoot w:val="00473266"/>
    <w:rsid w:val="00000B34"/>
    <w:rsid w:val="0000348C"/>
    <w:rsid w:val="00004288"/>
    <w:rsid w:val="00004E09"/>
    <w:rsid w:val="0000507E"/>
    <w:rsid w:val="00005FB4"/>
    <w:rsid w:val="000063A4"/>
    <w:rsid w:val="00006EE6"/>
    <w:rsid w:val="000074AA"/>
    <w:rsid w:val="0001162C"/>
    <w:rsid w:val="0001223A"/>
    <w:rsid w:val="00013867"/>
    <w:rsid w:val="000139D8"/>
    <w:rsid w:val="00020079"/>
    <w:rsid w:val="0002178A"/>
    <w:rsid w:val="00023144"/>
    <w:rsid w:val="00024664"/>
    <w:rsid w:val="00024FF2"/>
    <w:rsid w:val="00025C5D"/>
    <w:rsid w:val="000270AE"/>
    <w:rsid w:val="00027471"/>
    <w:rsid w:val="00027970"/>
    <w:rsid w:val="0003005B"/>
    <w:rsid w:val="00030726"/>
    <w:rsid w:val="00031780"/>
    <w:rsid w:val="00032D31"/>
    <w:rsid w:val="000352B0"/>
    <w:rsid w:val="00035994"/>
    <w:rsid w:val="00036CBE"/>
    <w:rsid w:val="0004173E"/>
    <w:rsid w:val="0004325F"/>
    <w:rsid w:val="00045374"/>
    <w:rsid w:val="00045DA4"/>
    <w:rsid w:val="000477E5"/>
    <w:rsid w:val="0005187A"/>
    <w:rsid w:val="0005234A"/>
    <w:rsid w:val="00054A55"/>
    <w:rsid w:val="00054A7F"/>
    <w:rsid w:val="00054E8D"/>
    <w:rsid w:val="00055900"/>
    <w:rsid w:val="00055CAE"/>
    <w:rsid w:val="0005687E"/>
    <w:rsid w:val="00060062"/>
    <w:rsid w:val="00060F0D"/>
    <w:rsid w:val="00062D83"/>
    <w:rsid w:val="00063B24"/>
    <w:rsid w:val="00073946"/>
    <w:rsid w:val="0007460D"/>
    <w:rsid w:val="0007510B"/>
    <w:rsid w:val="00075AE6"/>
    <w:rsid w:val="00076B66"/>
    <w:rsid w:val="000800AA"/>
    <w:rsid w:val="00080717"/>
    <w:rsid w:val="00081F89"/>
    <w:rsid w:val="00083E3B"/>
    <w:rsid w:val="0008513C"/>
    <w:rsid w:val="000866B2"/>
    <w:rsid w:val="00090AB0"/>
    <w:rsid w:val="00090B6C"/>
    <w:rsid w:val="00091149"/>
    <w:rsid w:val="00092BD5"/>
    <w:rsid w:val="000948A4"/>
    <w:rsid w:val="000A2B70"/>
    <w:rsid w:val="000A5F41"/>
    <w:rsid w:val="000A79C9"/>
    <w:rsid w:val="000B16D3"/>
    <w:rsid w:val="000B2ED4"/>
    <w:rsid w:val="000B38FB"/>
    <w:rsid w:val="000B4939"/>
    <w:rsid w:val="000B5050"/>
    <w:rsid w:val="000B54BD"/>
    <w:rsid w:val="000B5AB7"/>
    <w:rsid w:val="000B694B"/>
    <w:rsid w:val="000B73A0"/>
    <w:rsid w:val="000C55A4"/>
    <w:rsid w:val="000C5EC5"/>
    <w:rsid w:val="000C6523"/>
    <w:rsid w:val="000C7167"/>
    <w:rsid w:val="000C7E5A"/>
    <w:rsid w:val="000D0D02"/>
    <w:rsid w:val="000D253B"/>
    <w:rsid w:val="000D28A7"/>
    <w:rsid w:val="000D3826"/>
    <w:rsid w:val="000D42DD"/>
    <w:rsid w:val="000D4DEA"/>
    <w:rsid w:val="000D4FCF"/>
    <w:rsid w:val="000D65D8"/>
    <w:rsid w:val="000D6A40"/>
    <w:rsid w:val="000D7ADB"/>
    <w:rsid w:val="000E0D3A"/>
    <w:rsid w:val="000E0F71"/>
    <w:rsid w:val="000E3EE7"/>
    <w:rsid w:val="000E41D2"/>
    <w:rsid w:val="000E5928"/>
    <w:rsid w:val="000E6263"/>
    <w:rsid w:val="000E64F4"/>
    <w:rsid w:val="000E7639"/>
    <w:rsid w:val="000E7B5B"/>
    <w:rsid w:val="000F3396"/>
    <w:rsid w:val="000F4DA1"/>
    <w:rsid w:val="000F70E2"/>
    <w:rsid w:val="00100F77"/>
    <w:rsid w:val="0010184D"/>
    <w:rsid w:val="001035C4"/>
    <w:rsid w:val="00103AC3"/>
    <w:rsid w:val="001045CF"/>
    <w:rsid w:val="00104CA6"/>
    <w:rsid w:val="00105C91"/>
    <w:rsid w:val="001065FB"/>
    <w:rsid w:val="0011007B"/>
    <w:rsid w:val="001138E7"/>
    <w:rsid w:val="00115376"/>
    <w:rsid w:val="00116252"/>
    <w:rsid w:val="00116F66"/>
    <w:rsid w:val="0012036E"/>
    <w:rsid w:val="00121229"/>
    <w:rsid w:val="00121540"/>
    <w:rsid w:val="00124107"/>
    <w:rsid w:val="00124198"/>
    <w:rsid w:val="001244A9"/>
    <w:rsid w:val="0012484A"/>
    <w:rsid w:val="00127307"/>
    <w:rsid w:val="001307B8"/>
    <w:rsid w:val="00130FA4"/>
    <w:rsid w:val="0013345F"/>
    <w:rsid w:val="001347C7"/>
    <w:rsid w:val="00134D0C"/>
    <w:rsid w:val="001406B9"/>
    <w:rsid w:val="00144A23"/>
    <w:rsid w:val="00144C43"/>
    <w:rsid w:val="00146936"/>
    <w:rsid w:val="00146CD3"/>
    <w:rsid w:val="00147C5A"/>
    <w:rsid w:val="00152991"/>
    <w:rsid w:val="001539F2"/>
    <w:rsid w:val="00155CCB"/>
    <w:rsid w:val="001567F4"/>
    <w:rsid w:val="00157A5B"/>
    <w:rsid w:val="00160EE6"/>
    <w:rsid w:val="00163217"/>
    <w:rsid w:val="00167A79"/>
    <w:rsid w:val="001712B0"/>
    <w:rsid w:val="00171CC4"/>
    <w:rsid w:val="00172149"/>
    <w:rsid w:val="00172FD3"/>
    <w:rsid w:val="001759E0"/>
    <w:rsid w:val="001767A9"/>
    <w:rsid w:val="00176FF0"/>
    <w:rsid w:val="00180277"/>
    <w:rsid w:val="00181A29"/>
    <w:rsid w:val="00182AD3"/>
    <w:rsid w:val="0018347A"/>
    <w:rsid w:val="00185002"/>
    <w:rsid w:val="00190123"/>
    <w:rsid w:val="00190218"/>
    <w:rsid w:val="001905C5"/>
    <w:rsid w:val="00190ADB"/>
    <w:rsid w:val="001920BE"/>
    <w:rsid w:val="001931F6"/>
    <w:rsid w:val="00195245"/>
    <w:rsid w:val="0019534F"/>
    <w:rsid w:val="00195CB1"/>
    <w:rsid w:val="00195D39"/>
    <w:rsid w:val="00196CD0"/>
    <w:rsid w:val="001A08D6"/>
    <w:rsid w:val="001A14F6"/>
    <w:rsid w:val="001A168B"/>
    <w:rsid w:val="001A19C2"/>
    <w:rsid w:val="001A3F92"/>
    <w:rsid w:val="001A5C10"/>
    <w:rsid w:val="001A7FB3"/>
    <w:rsid w:val="001B0D27"/>
    <w:rsid w:val="001B2F58"/>
    <w:rsid w:val="001B37F9"/>
    <w:rsid w:val="001B471B"/>
    <w:rsid w:val="001B5880"/>
    <w:rsid w:val="001B61A3"/>
    <w:rsid w:val="001B6FBE"/>
    <w:rsid w:val="001B73AB"/>
    <w:rsid w:val="001C23E8"/>
    <w:rsid w:val="001C2565"/>
    <w:rsid w:val="001C3269"/>
    <w:rsid w:val="001C5521"/>
    <w:rsid w:val="001C70D0"/>
    <w:rsid w:val="001C7C75"/>
    <w:rsid w:val="001D1E97"/>
    <w:rsid w:val="001D2347"/>
    <w:rsid w:val="001D35D2"/>
    <w:rsid w:val="001D4272"/>
    <w:rsid w:val="001D53B5"/>
    <w:rsid w:val="001D5543"/>
    <w:rsid w:val="001D6304"/>
    <w:rsid w:val="001D648F"/>
    <w:rsid w:val="001D68DB"/>
    <w:rsid w:val="001D70E1"/>
    <w:rsid w:val="001E3B54"/>
    <w:rsid w:val="001E4798"/>
    <w:rsid w:val="001E49C8"/>
    <w:rsid w:val="001E5F85"/>
    <w:rsid w:val="001E79A7"/>
    <w:rsid w:val="001F0AB9"/>
    <w:rsid w:val="001F165B"/>
    <w:rsid w:val="001F1832"/>
    <w:rsid w:val="001F37E1"/>
    <w:rsid w:val="001F4ED0"/>
    <w:rsid w:val="001F712B"/>
    <w:rsid w:val="00201075"/>
    <w:rsid w:val="002027C9"/>
    <w:rsid w:val="00205749"/>
    <w:rsid w:val="002073E1"/>
    <w:rsid w:val="00207542"/>
    <w:rsid w:val="00210234"/>
    <w:rsid w:val="0021080E"/>
    <w:rsid w:val="00210DA3"/>
    <w:rsid w:val="002116D4"/>
    <w:rsid w:val="00212216"/>
    <w:rsid w:val="00212326"/>
    <w:rsid w:val="00212E73"/>
    <w:rsid w:val="00221C0B"/>
    <w:rsid w:val="00222279"/>
    <w:rsid w:val="00222585"/>
    <w:rsid w:val="00223069"/>
    <w:rsid w:val="00224D9A"/>
    <w:rsid w:val="002268C1"/>
    <w:rsid w:val="00232509"/>
    <w:rsid w:val="00234274"/>
    <w:rsid w:val="002355BD"/>
    <w:rsid w:val="002363A9"/>
    <w:rsid w:val="00242A5F"/>
    <w:rsid w:val="00243E9B"/>
    <w:rsid w:val="00252044"/>
    <w:rsid w:val="00253B43"/>
    <w:rsid w:val="00253C6E"/>
    <w:rsid w:val="00255E10"/>
    <w:rsid w:val="0025759F"/>
    <w:rsid w:val="00260DF4"/>
    <w:rsid w:val="002656CE"/>
    <w:rsid w:val="00266D5F"/>
    <w:rsid w:val="002674DD"/>
    <w:rsid w:val="0026798D"/>
    <w:rsid w:val="0027022D"/>
    <w:rsid w:val="002709EA"/>
    <w:rsid w:val="00272C2A"/>
    <w:rsid w:val="00274524"/>
    <w:rsid w:val="0028105C"/>
    <w:rsid w:val="00281509"/>
    <w:rsid w:val="002818D7"/>
    <w:rsid w:val="00283B5E"/>
    <w:rsid w:val="00284FB9"/>
    <w:rsid w:val="002879B2"/>
    <w:rsid w:val="00291D1F"/>
    <w:rsid w:val="00291D69"/>
    <w:rsid w:val="002927DE"/>
    <w:rsid w:val="0029295A"/>
    <w:rsid w:val="00293835"/>
    <w:rsid w:val="0029566E"/>
    <w:rsid w:val="00295B8E"/>
    <w:rsid w:val="002A04D6"/>
    <w:rsid w:val="002A0FEB"/>
    <w:rsid w:val="002A2604"/>
    <w:rsid w:val="002A5CE7"/>
    <w:rsid w:val="002A72CE"/>
    <w:rsid w:val="002B1125"/>
    <w:rsid w:val="002B2A6E"/>
    <w:rsid w:val="002B5776"/>
    <w:rsid w:val="002B5D3D"/>
    <w:rsid w:val="002C11B3"/>
    <w:rsid w:val="002C2364"/>
    <w:rsid w:val="002C24A3"/>
    <w:rsid w:val="002C26B3"/>
    <w:rsid w:val="002C4B7E"/>
    <w:rsid w:val="002C6D90"/>
    <w:rsid w:val="002C7FDE"/>
    <w:rsid w:val="002D031B"/>
    <w:rsid w:val="002D0650"/>
    <w:rsid w:val="002D0C23"/>
    <w:rsid w:val="002D2ECB"/>
    <w:rsid w:val="002D4BED"/>
    <w:rsid w:val="002D6443"/>
    <w:rsid w:val="002D6A7F"/>
    <w:rsid w:val="002E0790"/>
    <w:rsid w:val="002E0A65"/>
    <w:rsid w:val="002E12DC"/>
    <w:rsid w:val="002E198B"/>
    <w:rsid w:val="002E2F92"/>
    <w:rsid w:val="002E4688"/>
    <w:rsid w:val="002E505B"/>
    <w:rsid w:val="002E5E40"/>
    <w:rsid w:val="002E6233"/>
    <w:rsid w:val="002E623A"/>
    <w:rsid w:val="002E63B7"/>
    <w:rsid w:val="002E66DF"/>
    <w:rsid w:val="002E6B94"/>
    <w:rsid w:val="002F00CD"/>
    <w:rsid w:val="002F0864"/>
    <w:rsid w:val="002F25E2"/>
    <w:rsid w:val="002F3B12"/>
    <w:rsid w:val="002F3B57"/>
    <w:rsid w:val="002F4A8A"/>
    <w:rsid w:val="002F5A20"/>
    <w:rsid w:val="002F74F7"/>
    <w:rsid w:val="00303797"/>
    <w:rsid w:val="003050F8"/>
    <w:rsid w:val="003066F6"/>
    <w:rsid w:val="003068F2"/>
    <w:rsid w:val="00307D6A"/>
    <w:rsid w:val="0031086F"/>
    <w:rsid w:val="00310FC8"/>
    <w:rsid w:val="0031273A"/>
    <w:rsid w:val="00313D3C"/>
    <w:rsid w:val="00315A45"/>
    <w:rsid w:val="003171CA"/>
    <w:rsid w:val="00317611"/>
    <w:rsid w:val="00317EAC"/>
    <w:rsid w:val="0032099F"/>
    <w:rsid w:val="003219C7"/>
    <w:rsid w:val="0032276A"/>
    <w:rsid w:val="00323E6F"/>
    <w:rsid w:val="00324622"/>
    <w:rsid w:val="003266EA"/>
    <w:rsid w:val="0033091D"/>
    <w:rsid w:val="00331AF7"/>
    <w:rsid w:val="0033309B"/>
    <w:rsid w:val="003333ED"/>
    <w:rsid w:val="00333CE8"/>
    <w:rsid w:val="0033447D"/>
    <w:rsid w:val="00334EA2"/>
    <w:rsid w:val="00336E30"/>
    <w:rsid w:val="00342000"/>
    <w:rsid w:val="00342BF5"/>
    <w:rsid w:val="003440DA"/>
    <w:rsid w:val="003445EE"/>
    <w:rsid w:val="00353070"/>
    <w:rsid w:val="0035493B"/>
    <w:rsid w:val="00356AAA"/>
    <w:rsid w:val="00357C34"/>
    <w:rsid w:val="00357E96"/>
    <w:rsid w:val="00361A0A"/>
    <w:rsid w:val="00362C34"/>
    <w:rsid w:val="00365A14"/>
    <w:rsid w:val="00365A86"/>
    <w:rsid w:val="0037109F"/>
    <w:rsid w:val="00372EEB"/>
    <w:rsid w:val="00374E8D"/>
    <w:rsid w:val="0037696D"/>
    <w:rsid w:val="00377566"/>
    <w:rsid w:val="003801A1"/>
    <w:rsid w:val="003828BF"/>
    <w:rsid w:val="00382BCB"/>
    <w:rsid w:val="00383082"/>
    <w:rsid w:val="00383507"/>
    <w:rsid w:val="00383F12"/>
    <w:rsid w:val="00390382"/>
    <w:rsid w:val="0039294F"/>
    <w:rsid w:val="00396499"/>
    <w:rsid w:val="003A081C"/>
    <w:rsid w:val="003A3B72"/>
    <w:rsid w:val="003A671B"/>
    <w:rsid w:val="003A7413"/>
    <w:rsid w:val="003A76EE"/>
    <w:rsid w:val="003B272E"/>
    <w:rsid w:val="003B4C4E"/>
    <w:rsid w:val="003B5428"/>
    <w:rsid w:val="003B54CA"/>
    <w:rsid w:val="003B5CE1"/>
    <w:rsid w:val="003B60D5"/>
    <w:rsid w:val="003B6A71"/>
    <w:rsid w:val="003B795D"/>
    <w:rsid w:val="003C32FF"/>
    <w:rsid w:val="003C3B9E"/>
    <w:rsid w:val="003C4AF8"/>
    <w:rsid w:val="003C643F"/>
    <w:rsid w:val="003D1142"/>
    <w:rsid w:val="003D23CA"/>
    <w:rsid w:val="003D2942"/>
    <w:rsid w:val="003D3DB6"/>
    <w:rsid w:val="003D4255"/>
    <w:rsid w:val="003D5486"/>
    <w:rsid w:val="003D5573"/>
    <w:rsid w:val="003D7970"/>
    <w:rsid w:val="003E01D5"/>
    <w:rsid w:val="003E2539"/>
    <w:rsid w:val="003E2A6A"/>
    <w:rsid w:val="003E33B7"/>
    <w:rsid w:val="003E573B"/>
    <w:rsid w:val="003F214B"/>
    <w:rsid w:val="003F6B4F"/>
    <w:rsid w:val="003F77FC"/>
    <w:rsid w:val="00400D7E"/>
    <w:rsid w:val="00401DCF"/>
    <w:rsid w:val="0040222C"/>
    <w:rsid w:val="00404636"/>
    <w:rsid w:val="0040631D"/>
    <w:rsid w:val="00406E74"/>
    <w:rsid w:val="00407E42"/>
    <w:rsid w:val="00411037"/>
    <w:rsid w:val="00411A8C"/>
    <w:rsid w:val="0041314E"/>
    <w:rsid w:val="0041419E"/>
    <w:rsid w:val="004179DC"/>
    <w:rsid w:val="00420C64"/>
    <w:rsid w:val="00423B7E"/>
    <w:rsid w:val="004255C2"/>
    <w:rsid w:val="00426C03"/>
    <w:rsid w:val="00427D56"/>
    <w:rsid w:val="00431F33"/>
    <w:rsid w:val="00432C74"/>
    <w:rsid w:val="0043472B"/>
    <w:rsid w:val="0043532A"/>
    <w:rsid w:val="00437ECD"/>
    <w:rsid w:val="004415E0"/>
    <w:rsid w:val="00441ED4"/>
    <w:rsid w:val="00444189"/>
    <w:rsid w:val="004441BA"/>
    <w:rsid w:val="00444D74"/>
    <w:rsid w:val="004458D9"/>
    <w:rsid w:val="004459E8"/>
    <w:rsid w:val="004460C2"/>
    <w:rsid w:val="00446113"/>
    <w:rsid w:val="00447BB7"/>
    <w:rsid w:val="004525F4"/>
    <w:rsid w:val="00455E84"/>
    <w:rsid w:val="00456BFC"/>
    <w:rsid w:val="00457815"/>
    <w:rsid w:val="00460816"/>
    <w:rsid w:val="00463221"/>
    <w:rsid w:val="00463338"/>
    <w:rsid w:val="00463559"/>
    <w:rsid w:val="0046524C"/>
    <w:rsid w:val="004669A2"/>
    <w:rsid w:val="00470999"/>
    <w:rsid w:val="0047145A"/>
    <w:rsid w:val="00473164"/>
    <w:rsid w:val="00473266"/>
    <w:rsid w:val="004732B1"/>
    <w:rsid w:val="00473FEF"/>
    <w:rsid w:val="00477256"/>
    <w:rsid w:val="004859F3"/>
    <w:rsid w:val="00487785"/>
    <w:rsid w:val="00490F64"/>
    <w:rsid w:val="00491633"/>
    <w:rsid w:val="004917F4"/>
    <w:rsid w:val="00492D16"/>
    <w:rsid w:val="00492EFA"/>
    <w:rsid w:val="00495ABF"/>
    <w:rsid w:val="0049602A"/>
    <w:rsid w:val="004A1A85"/>
    <w:rsid w:val="004A1CE5"/>
    <w:rsid w:val="004A1D83"/>
    <w:rsid w:val="004A49BC"/>
    <w:rsid w:val="004B0480"/>
    <w:rsid w:val="004B1660"/>
    <w:rsid w:val="004B17F9"/>
    <w:rsid w:val="004B47D4"/>
    <w:rsid w:val="004B48FA"/>
    <w:rsid w:val="004B511F"/>
    <w:rsid w:val="004B6779"/>
    <w:rsid w:val="004C0D71"/>
    <w:rsid w:val="004C20FA"/>
    <w:rsid w:val="004C3278"/>
    <w:rsid w:val="004C328F"/>
    <w:rsid w:val="004D1464"/>
    <w:rsid w:val="004D1E37"/>
    <w:rsid w:val="004D1FAA"/>
    <w:rsid w:val="004D23BA"/>
    <w:rsid w:val="004D4F57"/>
    <w:rsid w:val="004D5332"/>
    <w:rsid w:val="004E0129"/>
    <w:rsid w:val="004E073D"/>
    <w:rsid w:val="004E08D1"/>
    <w:rsid w:val="004E2452"/>
    <w:rsid w:val="004E4451"/>
    <w:rsid w:val="004F01A4"/>
    <w:rsid w:val="004F030D"/>
    <w:rsid w:val="004F103A"/>
    <w:rsid w:val="004F404E"/>
    <w:rsid w:val="004F49B7"/>
    <w:rsid w:val="004F591B"/>
    <w:rsid w:val="004F6CCA"/>
    <w:rsid w:val="00506A79"/>
    <w:rsid w:val="00507153"/>
    <w:rsid w:val="00511FB5"/>
    <w:rsid w:val="00513D50"/>
    <w:rsid w:val="0051416E"/>
    <w:rsid w:val="00514A16"/>
    <w:rsid w:val="00514EE4"/>
    <w:rsid w:val="00515F86"/>
    <w:rsid w:val="005176DF"/>
    <w:rsid w:val="005211A8"/>
    <w:rsid w:val="00523079"/>
    <w:rsid w:val="0052512B"/>
    <w:rsid w:val="005254FA"/>
    <w:rsid w:val="00525929"/>
    <w:rsid w:val="0052704C"/>
    <w:rsid w:val="00530AA7"/>
    <w:rsid w:val="005316FC"/>
    <w:rsid w:val="00532C45"/>
    <w:rsid w:val="005337B9"/>
    <w:rsid w:val="00536101"/>
    <w:rsid w:val="00536877"/>
    <w:rsid w:val="005409A2"/>
    <w:rsid w:val="00540EEA"/>
    <w:rsid w:val="00541281"/>
    <w:rsid w:val="005416C3"/>
    <w:rsid w:val="005426A1"/>
    <w:rsid w:val="00543B7C"/>
    <w:rsid w:val="00545FBB"/>
    <w:rsid w:val="00547CBD"/>
    <w:rsid w:val="00553812"/>
    <w:rsid w:val="00554C59"/>
    <w:rsid w:val="005556F8"/>
    <w:rsid w:val="005566F9"/>
    <w:rsid w:val="00556BB8"/>
    <w:rsid w:val="00556D0C"/>
    <w:rsid w:val="00562914"/>
    <w:rsid w:val="005631C9"/>
    <w:rsid w:val="00565087"/>
    <w:rsid w:val="00565AAD"/>
    <w:rsid w:val="00565FC4"/>
    <w:rsid w:val="00567DD9"/>
    <w:rsid w:val="00567E42"/>
    <w:rsid w:val="00567EAE"/>
    <w:rsid w:val="005706C7"/>
    <w:rsid w:val="00570A6E"/>
    <w:rsid w:val="00570C6A"/>
    <w:rsid w:val="00571768"/>
    <w:rsid w:val="00573FB2"/>
    <w:rsid w:val="005751E4"/>
    <w:rsid w:val="005762F9"/>
    <w:rsid w:val="0057711C"/>
    <w:rsid w:val="00581EE1"/>
    <w:rsid w:val="00582391"/>
    <w:rsid w:val="00582442"/>
    <w:rsid w:val="005843DF"/>
    <w:rsid w:val="005844FA"/>
    <w:rsid w:val="00591C85"/>
    <w:rsid w:val="00593314"/>
    <w:rsid w:val="00594841"/>
    <w:rsid w:val="00597499"/>
    <w:rsid w:val="005A0FB6"/>
    <w:rsid w:val="005A1A6B"/>
    <w:rsid w:val="005A31A6"/>
    <w:rsid w:val="005A3A20"/>
    <w:rsid w:val="005A3E34"/>
    <w:rsid w:val="005A528F"/>
    <w:rsid w:val="005A7648"/>
    <w:rsid w:val="005B28D6"/>
    <w:rsid w:val="005B3E00"/>
    <w:rsid w:val="005B41B4"/>
    <w:rsid w:val="005B4E3C"/>
    <w:rsid w:val="005B7D9E"/>
    <w:rsid w:val="005C1A4B"/>
    <w:rsid w:val="005C22EF"/>
    <w:rsid w:val="005C4242"/>
    <w:rsid w:val="005C4456"/>
    <w:rsid w:val="005C4ABD"/>
    <w:rsid w:val="005C516D"/>
    <w:rsid w:val="005C715C"/>
    <w:rsid w:val="005C776A"/>
    <w:rsid w:val="005D1600"/>
    <w:rsid w:val="005D2509"/>
    <w:rsid w:val="005D27A3"/>
    <w:rsid w:val="005D60ED"/>
    <w:rsid w:val="005D6B26"/>
    <w:rsid w:val="005E14D2"/>
    <w:rsid w:val="005F1550"/>
    <w:rsid w:val="005F20E1"/>
    <w:rsid w:val="005F31CA"/>
    <w:rsid w:val="005F441A"/>
    <w:rsid w:val="005F6AC2"/>
    <w:rsid w:val="005F7CB7"/>
    <w:rsid w:val="0060270D"/>
    <w:rsid w:val="00603868"/>
    <w:rsid w:val="00604171"/>
    <w:rsid w:val="006049B2"/>
    <w:rsid w:val="00604E09"/>
    <w:rsid w:val="00605720"/>
    <w:rsid w:val="00605730"/>
    <w:rsid w:val="00605B8A"/>
    <w:rsid w:val="00611106"/>
    <w:rsid w:val="0061521A"/>
    <w:rsid w:val="00615AF0"/>
    <w:rsid w:val="0061648D"/>
    <w:rsid w:val="0061666B"/>
    <w:rsid w:val="00620176"/>
    <w:rsid w:val="00621458"/>
    <w:rsid w:val="00621924"/>
    <w:rsid w:val="0062241F"/>
    <w:rsid w:val="00623D46"/>
    <w:rsid w:val="00624D39"/>
    <w:rsid w:val="006272B0"/>
    <w:rsid w:val="00627824"/>
    <w:rsid w:val="00631557"/>
    <w:rsid w:val="00631FFE"/>
    <w:rsid w:val="00632E39"/>
    <w:rsid w:val="00634522"/>
    <w:rsid w:val="006353FE"/>
    <w:rsid w:val="00635C6D"/>
    <w:rsid w:val="00637D1F"/>
    <w:rsid w:val="00637FCE"/>
    <w:rsid w:val="00640797"/>
    <w:rsid w:val="00640E2C"/>
    <w:rsid w:val="00641D15"/>
    <w:rsid w:val="00642733"/>
    <w:rsid w:val="00643103"/>
    <w:rsid w:val="006446E0"/>
    <w:rsid w:val="006454FB"/>
    <w:rsid w:val="00646302"/>
    <w:rsid w:val="0064797C"/>
    <w:rsid w:val="00651F4D"/>
    <w:rsid w:val="00652B1F"/>
    <w:rsid w:val="006552D0"/>
    <w:rsid w:val="006552DA"/>
    <w:rsid w:val="00655442"/>
    <w:rsid w:val="00655599"/>
    <w:rsid w:val="00655773"/>
    <w:rsid w:val="00655B4E"/>
    <w:rsid w:val="00656C6E"/>
    <w:rsid w:val="006612BC"/>
    <w:rsid w:val="00661433"/>
    <w:rsid w:val="006621E4"/>
    <w:rsid w:val="0066439B"/>
    <w:rsid w:val="00664D06"/>
    <w:rsid w:val="00665B1C"/>
    <w:rsid w:val="00665E60"/>
    <w:rsid w:val="006661FB"/>
    <w:rsid w:val="00666BEA"/>
    <w:rsid w:val="00666FA7"/>
    <w:rsid w:val="006673AA"/>
    <w:rsid w:val="00670ADC"/>
    <w:rsid w:val="00673252"/>
    <w:rsid w:val="00673E52"/>
    <w:rsid w:val="0067472D"/>
    <w:rsid w:val="006818B7"/>
    <w:rsid w:val="00683110"/>
    <w:rsid w:val="00683638"/>
    <w:rsid w:val="006848FB"/>
    <w:rsid w:val="00686814"/>
    <w:rsid w:val="00687DD8"/>
    <w:rsid w:val="00691CEC"/>
    <w:rsid w:val="006978B4"/>
    <w:rsid w:val="00697B5D"/>
    <w:rsid w:val="006A2172"/>
    <w:rsid w:val="006A2641"/>
    <w:rsid w:val="006A2963"/>
    <w:rsid w:val="006A2D30"/>
    <w:rsid w:val="006A357E"/>
    <w:rsid w:val="006A572E"/>
    <w:rsid w:val="006A5807"/>
    <w:rsid w:val="006A5AEB"/>
    <w:rsid w:val="006A5D5B"/>
    <w:rsid w:val="006A64D9"/>
    <w:rsid w:val="006B0510"/>
    <w:rsid w:val="006B0EA6"/>
    <w:rsid w:val="006B1AFB"/>
    <w:rsid w:val="006B76BA"/>
    <w:rsid w:val="006C0002"/>
    <w:rsid w:val="006C1A77"/>
    <w:rsid w:val="006C31DF"/>
    <w:rsid w:val="006C3EED"/>
    <w:rsid w:val="006C4BED"/>
    <w:rsid w:val="006C7E86"/>
    <w:rsid w:val="006D1D44"/>
    <w:rsid w:val="006D4342"/>
    <w:rsid w:val="006E31D5"/>
    <w:rsid w:val="006E78F0"/>
    <w:rsid w:val="006F0585"/>
    <w:rsid w:val="006F2702"/>
    <w:rsid w:val="006F41B3"/>
    <w:rsid w:val="006F493F"/>
    <w:rsid w:val="006F4C28"/>
    <w:rsid w:val="006F5AC1"/>
    <w:rsid w:val="006F66BB"/>
    <w:rsid w:val="006F6BE9"/>
    <w:rsid w:val="006F6C89"/>
    <w:rsid w:val="006F6CDF"/>
    <w:rsid w:val="006F7698"/>
    <w:rsid w:val="006F7BE8"/>
    <w:rsid w:val="0070043B"/>
    <w:rsid w:val="007011BF"/>
    <w:rsid w:val="007044BE"/>
    <w:rsid w:val="00710044"/>
    <w:rsid w:val="007124AE"/>
    <w:rsid w:val="00712725"/>
    <w:rsid w:val="0071368B"/>
    <w:rsid w:val="00714F6F"/>
    <w:rsid w:val="007158DC"/>
    <w:rsid w:val="007170FE"/>
    <w:rsid w:val="00721F3D"/>
    <w:rsid w:val="007233D0"/>
    <w:rsid w:val="00723698"/>
    <w:rsid w:val="0072474A"/>
    <w:rsid w:val="00725E4B"/>
    <w:rsid w:val="00726988"/>
    <w:rsid w:val="00727A33"/>
    <w:rsid w:val="007302A8"/>
    <w:rsid w:val="007315C8"/>
    <w:rsid w:val="00731B89"/>
    <w:rsid w:val="00732C15"/>
    <w:rsid w:val="007330A3"/>
    <w:rsid w:val="00733A87"/>
    <w:rsid w:val="00735904"/>
    <w:rsid w:val="00737EAC"/>
    <w:rsid w:val="00741720"/>
    <w:rsid w:val="007422C4"/>
    <w:rsid w:val="0074338E"/>
    <w:rsid w:val="00751C40"/>
    <w:rsid w:val="00752A88"/>
    <w:rsid w:val="00755CFE"/>
    <w:rsid w:val="00756F5C"/>
    <w:rsid w:val="0075740F"/>
    <w:rsid w:val="00762718"/>
    <w:rsid w:val="007638F0"/>
    <w:rsid w:val="0076413D"/>
    <w:rsid w:val="007664A2"/>
    <w:rsid w:val="007720B5"/>
    <w:rsid w:val="00772878"/>
    <w:rsid w:val="00773B5F"/>
    <w:rsid w:val="00776A29"/>
    <w:rsid w:val="00776BD7"/>
    <w:rsid w:val="0077731F"/>
    <w:rsid w:val="007777E0"/>
    <w:rsid w:val="00777905"/>
    <w:rsid w:val="00777A3F"/>
    <w:rsid w:val="00781894"/>
    <w:rsid w:val="00781A29"/>
    <w:rsid w:val="00781E77"/>
    <w:rsid w:val="00782196"/>
    <w:rsid w:val="00784101"/>
    <w:rsid w:val="00784D15"/>
    <w:rsid w:val="0078785C"/>
    <w:rsid w:val="007945F4"/>
    <w:rsid w:val="007A2932"/>
    <w:rsid w:val="007A3D66"/>
    <w:rsid w:val="007A49E1"/>
    <w:rsid w:val="007A69EB"/>
    <w:rsid w:val="007B0174"/>
    <w:rsid w:val="007B0685"/>
    <w:rsid w:val="007B0ED7"/>
    <w:rsid w:val="007B3C78"/>
    <w:rsid w:val="007B3C98"/>
    <w:rsid w:val="007B4B92"/>
    <w:rsid w:val="007B4D4B"/>
    <w:rsid w:val="007B6A35"/>
    <w:rsid w:val="007C003D"/>
    <w:rsid w:val="007C0067"/>
    <w:rsid w:val="007C0307"/>
    <w:rsid w:val="007C0E97"/>
    <w:rsid w:val="007C7165"/>
    <w:rsid w:val="007D00F4"/>
    <w:rsid w:val="007D05ED"/>
    <w:rsid w:val="007D08C9"/>
    <w:rsid w:val="007D0A26"/>
    <w:rsid w:val="007D0A8E"/>
    <w:rsid w:val="007D229A"/>
    <w:rsid w:val="007E0385"/>
    <w:rsid w:val="007E3FBC"/>
    <w:rsid w:val="007E5F2A"/>
    <w:rsid w:val="007E5FA6"/>
    <w:rsid w:val="007E6B1B"/>
    <w:rsid w:val="007E729E"/>
    <w:rsid w:val="007E77AF"/>
    <w:rsid w:val="007E7CC2"/>
    <w:rsid w:val="007F0788"/>
    <w:rsid w:val="007F0CC1"/>
    <w:rsid w:val="007F119C"/>
    <w:rsid w:val="007F2417"/>
    <w:rsid w:val="007F3CFE"/>
    <w:rsid w:val="007F46C7"/>
    <w:rsid w:val="007F4932"/>
    <w:rsid w:val="007F49A2"/>
    <w:rsid w:val="007F62EF"/>
    <w:rsid w:val="007F6F1B"/>
    <w:rsid w:val="008002BD"/>
    <w:rsid w:val="008026FA"/>
    <w:rsid w:val="008032A4"/>
    <w:rsid w:val="0080435B"/>
    <w:rsid w:val="00804703"/>
    <w:rsid w:val="008074D6"/>
    <w:rsid w:val="0080750B"/>
    <w:rsid w:val="008079E6"/>
    <w:rsid w:val="00807A76"/>
    <w:rsid w:val="008113FB"/>
    <w:rsid w:val="00812915"/>
    <w:rsid w:val="00812F10"/>
    <w:rsid w:val="008133D3"/>
    <w:rsid w:val="00813446"/>
    <w:rsid w:val="00814D84"/>
    <w:rsid w:val="00815594"/>
    <w:rsid w:val="00815E49"/>
    <w:rsid w:val="0081797D"/>
    <w:rsid w:val="00820746"/>
    <w:rsid w:val="008239FF"/>
    <w:rsid w:val="00823AFB"/>
    <w:rsid w:val="00824610"/>
    <w:rsid w:val="00826B52"/>
    <w:rsid w:val="0082751C"/>
    <w:rsid w:val="00831C29"/>
    <w:rsid w:val="008358F7"/>
    <w:rsid w:val="008361D3"/>
    <w:rsid w:val="008419D8"/>
    <w:rsid w:val="0084594D"/>
    <w:rsid w:val="00846445"/>
    <w:rsid w:val="00847D0C"/>
    <w:rsid w:val="0085035D"/>
    <w:rsid w:val="00851825"/>
    <w:rsid w:val="00852767"/>
    <w:rsid w:val="008541B8"/>
    <w:rsid w:val="008553F1"/>
    <w:rsid w:val="008607D0"/>
    <w:rsid w:val="00862656"/>
    <w:rsid w:val="008634D1"/>
    <w:rsid w:val="008665BE"/>
    <w:rsid w:val="00866685"/>
    <w:rsid w:val="00866EDD"/>
    <w:rsid w:val="00867283"/>
    <w:rsid w:val="00870682"/>
    <w:rsid w:val="008744BE"/>
    <w:rsid w:val="00875430"/>
    <w:rsid w:val="00875D04"/>
    <w:rsid w:val="00876DCB"/>
    <w:rsid w:val="008775F2"/>
    <w:rsid w:val="00881778"/>
    <w:rsid w:val="00883866"/>
    <w:rsid w:val="00887B06"/>
    <w:rsid w:val="008905F2"/>
    <w:rsid w:val="00891584"/>
    <w:rsid w:val="008923D7"/>
    <w:rsid w:val="00896260"/>
    <w:rsid w:val="00896860"/>
    <w:rsid w:val="00897A04"/>
    <w:rsid w:val="008A4A28"/>
    <w:rsid w:val="008A4B21"/>
    <w:rsid w:val="008A4DA0"/>
    <w:rsid w:val="008A68AA"/>
    <w:rsid w:val="008A6EB2"/>
    <w:rsid w:val="008A75B1"/>
    <w:rsid w:val="008B493B"/>
    <w:rsid w:val="008B530F"/>
    <w:rsid w:val="008B7524"/>
    <w:rsid w:val="008C0B59"/>
    <w:rsid w:val="008C0B99"/>
    <w:rsid w:val="008C1620"/>
    <w:rsid w:val="008C3A23"/>
    <w:rsid w:val="008C561F"/>
    <w:rsid w:val="008C7C1B"/>
    <w:rsid w:val="008D123B"/>
    <w:rsid w:val="008D1280"/>
    <w:rsid w:val="008D48DE"/>
    <w:rsid w:val="008D741A"/>
    <w:rsid w:val="008E04A9"/>
    <w:rsid w:val="008E1C79"/>
    <w:rsid w:val="008E1FA6"/>
    <w:rsid w:val="008E2F2F"/>
    <w:rsid w:val="008E3857"/>
    <w:rsid w:val="008E54DD"/>
    <w:rsid w:val="008E573B"/>
    <w:rsid w:val="008E6226"/>
    <w:rsid w:val="008F0C77"/>
    <w:rsid w:val="008F29FD"/>
    <w:rsid w:val="008F3E95"/>
    <w:rsid w:val="008F55C3"/>
    <w:rsid w:val="008F588F"/>
    <w:rsid w:val="008F5E2F"/>
    <w:rsid w:val="008F78CB"/>
    <w:rsid w:val="009014DD"/>
    <w:rsid w:val="009018F7"/>
    <w:rsid w:val="00901C2D"/>
    <w:rsid w:val="0090339A"/>
    <w:rsid w:val="0090519A"/>
    <w:rsid w:val="00905C58"/>
    <w:rsid w:val="00905D22"/>
    <w:rsid w:val="0090684F"/>
    <w:rsid w:val="0091065F"/>
    <w:rsid w:val="009125A8"/>
    <w:rsid w:val="00913C96"/>
    <w:rsid w:val="00915613"/>
    <w:rsid w:val="00915898"/>
    <w:rsid w:val="00916541"/>
    <w:rsid w:val="0091707E"/>
    <w:rsid w:val="00917F5A"/>
    <w:rsid w:val="00920968"/>
    <w:rsid w:val="009210C2"/>
    <w:rsid w:val="00921B2A"/>
    <w:rsid w:val="00921C2B"/>
    <w:rsid w:val="0092361E"/>
    <w:rsid w:val="00924177"/>
    <w:rsid w:val="00926671"/>
    <w:rsid w:val="00932A31"/>
    <w:rsid w:val="00932D2C"/>
    <w:rsid w:val="00932DFF"/>
    <w:rsid w:val="00932FC6"/>
    <w:rsid w:val="00933FB5"/>
    <w:rsid w:val="00942220"/>
    <w:rsid w:val="009439DB"/>
    <w:rsid w:val="00943AC1"/>
    <w:rsid w:val="00944AEB"/>
    <w:rsid w:val="00944DC7"/>
    <w:rsid w:val="00947F6C"/>
    <w:rsid w:val="0095005D"/>
    <w:rsid w:val="009512E1"/>
    <w:rsid w:val="00951FC1"/>
    <w:rsid w:val="009524C6"/>
    <w:rsid w:val="0095546D"/>
    <w:rsid w:val="00956518"/>
    <w:rsid w:val="00963B94"/>
    <w:rsid w:val="009642E6"/>
    <w:rsid w:val="009651A1"/>
    <w:rsid w:val="009667F1"/>
    <w:rsid w:val="00967A47"/>
    <w:rsid w:val="00972433"/>
    <w:rsid w:val="0097432B"/>
    <w:rsid w:val="009747BC"/>
    <w:rsid w:val="00975E2F"/>
    <w:rsid w:val="0097639A"/>
    <w:rsid w:val="0098048A"/>
    <w:rsid w:val="0098262D"/>
    <w:rsid w:val="0098290B"/>
    <w:rsid w:val="009830D8"/>
    <w:rsid w:val="00983764"/>
    <w:rsid w:val="0098392F"/>
    <w:rsid w:val="00984EA4"/>
    <w:rsid w:val="009857E9"/>
    <w:rsid w:val="00985A78"/>
    <w:rsid w:val="00987075"/>
    <w:rsid w:val="00987A4C"/>
    <w:rsid w:val="00990A64"/>
    <w:rsid w:val="00992DF0"/>
    <w:rsid w:val="009932BE"/>
    <w:rsid w:val="009935D2"/>
    <w:rsid w:val="009935FD"/>
    <w:rsid w:val="00994F0A"/>
    <w:rsid w:val="009968BC"/>
    <w:rsid w:val="00997FE6"/>
    <w:rsid w:val="009A139B"/>
    <w:rsid w:val="009A1DD1"/>
    <w:rsid w:val="009A1E30"/>
    <w:rsid w:val="009A20DA"/>
    <w:rsid w:val="009A26FC"/>
    <w:rsid w:val="009A30E5"/>
    <w:rsid w:val="009A359C"/>
    <w:rsid w:val="009A545C"/>
    <w:rsid w:val="009A664C"/>
    <w:rsid w:val="009A7187"/>
    <w:rsid w:val="009B04F0"/>
    <w:rsid w:val="009B0C44"/>
    <w:rsid w:val="009B1207"/>
    <w:rsid w:val="009B15DA"/>
    <w:rsid w:val="009B18E6"/>
    <w:rsid w:val="009B206A"/>
    <w:rsid w:val="009B225B"/>
    <w:rsid w:val="009B249E"/>
    <w:rsid w:val="009B25D9"/>
    <w:rsid w:val="009B4865"/>
    <w:rsid w:val="009B4C1D"/>
    <w:rsid w:val="009B50E3"/>
    <w:rsid w:val="009B524C"/>
    <w:rsid w:val="009B7151"/>
    <w:rsid w:val="009C0445"/>
    <w:rsid w:val="009C0903"/>
    <w:rsid w:val="009C0FB2"/>
    <w:rsid w:val="009C3BE5"/>
    <w:rsid w:val="009C511A"/>
    <w:rsid w:val="009C5AD5"/>
    <w:rsid w:val="009C7326"/>
    <w:rsid w:val="009C7646"/>
    <w:rsid w:val="009C77FA"/>
    <w:rsid w:val="009D1885"/>
    <w:rsid w:val="009D2ADF"/>
    <w:rsid w:val="009D4210"/>
    <w:rsid w:val="009D6437"/>
    <w:rsid w:val="009E001A"/>
    <w:rsid w:val="009E1B04"/>
    <w:rsid w:val="009E357B"/>
    <w:rsid w:val="009E5A27"/>
    <w:rsid w:val="009E67C7"/>
    <w:rsid w:val="009E6DF7"/>
    <w:rsid w:val="009E7F86"/>
    <w:rsid w:val="009F0AC2"/>
    <w:rsid w:val="009F101B"/>
    <w:rsid w:val="009F2494"/>
    <w:rsid w:val="009F3218"/>
    <w:rsid w:val="009F3EE8"/>
    <w:rsid w:val="009F63D9"/>
    <w:rsid w:val="00A013CF"/>
    <w:rsid w:val="00A036E6"/>
    <w:rsid w:val="00A04B4E"/>
    <w:rsid w:val="00A063F9"/>
    <w:rsid w:val="00A10A9F"/>
    <w:rsid w:val="00A10BC1"/>
    <w:rsid w:val="00A1169B"/>
    <w:rsid w:val="00A12DED"/>
    <w:rsid w:val="00A1445C"/>
    <w:rsid w:val="00A168CF"/>
    <w:rsid w:val="00A16CFB"/>
    <w:rsid w:val="00A16EEF"/>
    <w:rsid w:val="00A16F67"/>
    <w:rsid w:val="00A20B08"/>
    <w:rsid w:val="00A2257F"/>
    <w:rsid w:val="00A25FE6"/>
    <w:rsid w:val="00A30612"/>
    <w:rsid w:val="00A30D54"/>
    <w:rsid w:val="00A31407"/>
    <w:rsid w:val="00A32131"/>
    <w:rsid w:val="00A33278"/>
    <w:rsid w:val="00A336B5"/>
    <w:rsid w:val="00A340D7"/>
    <w:rsid w:val="00A34D98"/>
    <w:rsid w:val="00A367B1"/>
    <w:rsid w:val="00A3715C"/>
    <w:rsid w:val="00A37AE8"/>
    <w:rsid w:val="00A404F9"/>
    <w:rsid w:val="00A4218A"/>
    <w:rsid w:val="00A43D50"/>
    <w:rsid w:val="00A440FE"/>
    <w:rsid w:val="00A45311"/>
    <w:rsid w:val="00A456D3"/>
    <w:rsid w:val="00A45AC7"/>
    <w:rsid w:val="00A46303"/>
    <w:rsid w:val="00A46BD2"/>
    <w:rsid w:val="00A46C9B"/>
    <w:rsid w:val="00A47144"/>
    <w:rsid w:val="00A47490"/>
    <w:rsid w:val="00A476AB"/>
    <w:rsid w:val="00A524EF"/>
    <w:rsid w:val="00A525BB"/>
    <w:rsid w:val="00A52D15"/>
    <w:rsid w:val="00A54047"/>
    <w:rsid w:val="00A5498D"/>
    <w:rsid w:val="00A54DAC"/>
    <w:rsid w:val="00A54DC8"/>
    <w:rsid w:val="00A55BE5"/>
    <w:rsid w:val="00A56486"/>
    <w:rsid w:val="00A5650B"/>
    <w:rsid w:val="00A617B4"/>
    <w:rsid w:val="00A61C19"/>
    <w:rsid w:val="00A61C1F"/>
    <w:rsid w:val="00A6238A"/>
    <w:rsid w:val="00A62672"/>
    <w:rsid w:val="00A63A4F"/>
    <w:rsid w:val="00A63BD6"/>
    <w:rsid w:val="00A63D4F"/>
    <w:rsid w:val="00A652B8"/>
    <w:rsid w:val="00A65D30"/>
    <w:rsid w:val="00A66173"/>
    <w:rsid w:val="00A717F0"/>
    <w:rsid w:val="00A7455B"/>
    <w:rsid w:val="00A7507D"/>
    <w:rsid w:val="00A80C65"/>
    <w:rsid w:val="00A84FB5"/>
    <w:rsid w:val="00A853F5"/>
    <w:rsid w:val="00A87A2C"/>
    <w:rsid w:val="00A92269"/>
    <w:rsid w:val="00A92ADC"/>
    <w:rsid w:val="00A932D3"/>
    <w:rsid w:val="00A97581"/>
    <w:rsid w:val="00AA06BD"/>
    <w:rsid w:val="00AA0AAD"/>
    <w:rsid w:val="00AA1593"/>
    <w:rsid w:val="00AA187A"/>
    <w:rsid w:val="00AA18DD"/>
    <w:rsid w:val="00AA1D95"/>
    <w:rsid w:val="00AA2678"/>
    <w:rsid w:val="00AA46CE"/>
    <w:rsid w:val="00AA501C"/>
    <w:rsid w:val="00AA6184"/>
    <w:rsid w:val="00AB0217"/>
    <w:rsid w:val="00AB3AAC"/>
    <w:rsid w:val="00AB66C1"/>
    <w:rsid w:val="00AB6F43"/>
    <w:rsid w:val="00AC0ABF"/>
    <w:rsid w:val="00AC4132"/>
    <w:rsid w:val="00AC501B"/>
    <w:rsid w:val="00AD0087"/>
    <w:rsid w:val="00AD0700"/>
    <w:rsid w:val="00AD3313"/>
    <w:rsid w:val="00AD5156"/>
    <w:rsid w:val="00AD55A0"/>
    <w:rsid w:val="00AD6034"/>
    <w:rsid w:val="00AD6C80"/>
    <w:rsid w:val="00AE2114"/>
    <w:rsid w:val="00AE4AC8"/>
    <w:rsid w:val="00AE6159"/>
    <w:rsid w:val="00AE7BA0"/>
    <w:rsid w:val="00AF0AC3"/>
    <w:rsid w:val="00AF2555"/>
    <w:rsid w:val="00AF2E6F"/>
    <w:rsid w:val="00B00A01"/>
    <w:rsid w:val="00B030DE"/>
    <w:rsid w:val="00B048D3"/>
    <w:rsid w:val="00B04FA6"/>
    <w:rsid w:val="00B07428"/>
    <w:rsid w:val="00B0780A"/>
    <w:rsid w:val="00B07930"/>
    <w:rsid w:val="00B10592"/>
    <w:rsid w:val="00B107CE"/>
    <w:rsid w:val="00B11202"/>
    <w:rsid w:val="00B11ACD"/>
    <w:rsid w:val="00B16376"/>
    <w:rsid w:val="00B20446"/>
    <w:rsid w:val="00B22442"/>
    <w:rsid w:val="00B22A2B"/>
    <w:rsid w:val="00B24047"/>
    <w:rsid w:val="00B25025"/>
    <w:rsid w:val="00B271B5"/>
    <w:rsid w:val="00B2744B"/>
    <w:rsid w:val="00B27D13"/>
    <w:rsid w:val="00B30093"/>
    <w:rsid w:val="00B30B01"/>
    <w:rsid w:val="00B31BA2"/>
    <w:rsid w:val="00B330E7"/>
    <w:rsid w:val="00B35173"/>
    <w:rsid w:val="00B3518A"/>
    <w:rsid w:val="00B3671B"/>
    <w:rsid w:val="00B371EA"/>
    <w:rsid w:val="00B40B28"/>
    <w:rsid w:val="00B43207"/>
    <w:rsid w:val="00B43B73"/>
    <w:rsid w:val="00B443A5"/>
    <w:rsid w:val="00B464DE"/>
    <w:rsid w:val="00B507CC"/>
    <w:rsid w:val="00B54A7F"/>
    <w:rsid w:val="00B609F4"/>
    <w:rsid w:val="00B6202B"/>
    <w:rsid w:val="00B64231"/>
    <w:rsid w:val="00B65E67"/>
    <w:rsid w:val="00B671B3"/>
    <w:rsid w:val="00B7080D"/>
    <w:rsid w:val="00B70EA5"/>
    <w:rsid w:val="00B7215F"/>
    <w:rsid w:val="00B73D2C"/>
    <w:rsid w:val="00B73EF3"/>
    <w:rsid w:val="00B74D7A"/>
    <w:rsid w:val="00B7520C"/>
    <w:rsid w:val="00B75609"/>
    <w:rsid w:val="00B76BD7"/>
    <w:rsid w:val="00B80C60"/>
    <w:rsid w:val="00B812CA"/>
    <w:rsid w:val="00B817F6"/>
    <w:rsid w:val="00B838BF"/>
    <w:rsid w:val="00B83B81"/>
    <w:rsid w:val="00B8667F"/>
    <w:rsid w:val="00B909F6"/>
    <w:rsid w:val="00B919C1"/>
    <w:rsid w:val="00B92D86"/>
    <w:rsid w:val="00B947A2"/>
    <w:rsid w:val="00B94B02"/>
    <w:rsid w:val="00B95E0E"/>
    <w:rsid w:val="00B97221"/>
    <w:rsid w:val="00BA055F"/>
    <w:rsid w:val="00BA30A7"/>
    <w:rsid w:val="00BA4166"/>
    <w:rsid w:val="00BA451C"/>
    <w:rsid w:val="00BA472A"/>
    <w:rsid w:val="00BA6245"/>
    <w:rsid w:val="00BB0267"/>
    <w:rsid w:val="00BB0655"/>
    <w:rsid w:val="00BB3A0A"/>
    <w:rsid w:val="00BB43A6"/>
    <w:rsid w:val="00BB4AFF"/>
    <w:rsid w:val="00BB57FA"/>
    <w:rsid w:val="00BB64AA"/>
    <w:rsid w:val="00BB6D56"/>
    <w:rsid w:val="00BC13E0"/>
    <w:rsid w:val="00BC3B5C"/>
    <w:rsid w:val="00BC5CF8"/>
    <w:rsid w:val="00BC69F1"/>
    <w:rsid w:val="00BC6A31"/>
    <w:rsid w:val="00BC72C9"/>
    <w:rsid w:val="00BC7726"/>
    <w:rsid w:val="00BC78C3"/>
    <w:rsid w:val="00BD00DA"/>
    <w:rsid w:val="00BD02E1"/>
    <w:rsid w:val="00BD134B"/>
    <w:rsid w:val="00BD3821"/>
    <w:rsid w:val="00BD6118"/>
    <w:rsid w:val="00BD6D33"/>
    <w:rsid w:val="00BD7C81"/>
    <w:rsid w:val="00BE373C"/>
    <w:rsid w:val="00BE5861"/>
    <w:rsid w:val="00BE7BCF"/>
    <w:rsid w:val="00BF3C2A"/>
    <w:rsid w:val="00C00A86"/>
    <w:rsid w:val="00C0171D"/>
    <w:rsid w:val="00C05ED7"/>
    <w:rsid w:val="00C06619"/>
    <w:rsid w:val="00C10823"/>
    <w:rsid w:val="00C12DE8"/>
    <w:rsid w:val="00C134D1"/>
    <w:rsid w:val="00C13970"/>
    <w:rsid w:val="00C15250"/>
    <w:rsid w:val="00C154F3"/>
    <w:rsid w:val="00C21060"/>
    <w:rsid w:val="00C229E6"/>
    <w:rsid w:val="00C22ED2"/>
    <w:rsid w:val="00C23B43"/>
    <w:rsid w:val="00C23D20"/>
    <w:rsid w:val="00C259E3"/>
    <w:rsid w:val="00C3066D"/>
    <w:rsid w:val="00C309C4"/>
    <w:rsid w:val="00C31CB7"/>
    <w:rsid w:val="00C32727"/>
    <w:rsid w:val="00C33FFF"/>
    <w:rsid w:val="00C352F8"/>
    <w:rsid w:val="00C355A2"/>
    <w:rsid w:val="00C3679C"/>
    <w:rsid w:val="00C37038"/>
    <w:rsid w:val="00C37C26"/>
    <w:rsid w:val="00C41A54"/>
    <w:rsid w:val="00C42A1F"/>
    <w:rsid w:val="00C43886"/>
    <w:rsid w:val="00C45465"/>
    <w:rsid w:val="00C4580E"/>
    <w:rsid w:val="00C45CBF"/>
    <w:rsid w:val="00C4660A"/>
    <w:rsid w:val="00C5193C"/>
    <w:rsid w:val="00C51B72"/>
    <w:rsid w:val="00C51EA4"/>
    <w:rsid w:val="00C51ECC"/>
    <w:rsid w:val="00C52D0D"/>
    <w:rsid w:val="00C547A4"/>
    <w:rsid w:val="00C56585"/>
    <w:rsid w:val="00C62C16"/>
    <w:rsid w:val="00C656EE"/>
    <w:rsid w:val="00C67809"/>
    <w:rsid w:val="00C6798C"/>
    <w:rsid w:val="00C73182"/>
    <w:rsid w:val="00C73B86"/>
    <w:rsid w:val="00C73D76"/>
    <w:rsid w:val="00C744F0"/>
    <w:rsid w:val="00C7504C"/>
    <w:rsid w:val="00C77605"/>
    <w:rsid w:val="00C8005A"/>
    <w:rsid w:val="00C80A89"/>
    <w:rsid w:val="00C8141B"/>
    <w:rsid w:val="00C81515"/>
    <w:rsid w:val="00C83014"/>
    <w:rsid w:val="00C84509"/>
    <w:rsid w:val="00C84AD3"/>
    <w:rsid w:val="00C8517A"/>
    <w:rsid w:val="00C85F09"/>
    <w:rsid w:val="00C8679D"/>
    <w:rsid w:val="00C9021F"/>
    <w:rsid w:val="00C907EB"/>
    <w:rsid w:val="00C9082C"/>
    <w:rsid w:val="00C90983"/>
    <w:rsid w:val="00C927EB"/>
    <w:rsid w:val="00C93B3C"/>
    <w:rsid w:val="00C93D89"/>
    <w:rsid w:val="00CA0D63"/>
    <w:rsid w:val="00CA140A"/>
    <w:rsid w:val="00CA16E7"/>
    <w:rsid w:val="00CA3EC7"/>
    <w:rsid w:val="00CA4DC5"/>
    <w:rsid w:val="00CA523A"/>
    <w:rsid w:val="00CA7DD1"/>
    <w:rsid w:val="00CB12B3"/>
    <w:rsid w:val="00CB36E2"/>
    <w:rsid w:val="00CB3981"/>
    <w:rsid w:val="00CB4EB4"/>
    <w:rsid w:val="00CC4268"/>
    <w:rsid w:val="00CC48CD"/>
    <w:rsid w:val="00CC4ED3"/>
    <w:rsid w:val="00CC6511"/>
    <w:rsid w:val="00CC679D"/>
    <w:rsid w:val="00CC697C"/>
    <w:rsid w:val="00CC7831"/>
    <w:rsid w:val="00CC7A48"/>
    <w:rsid w:val="00CC7A84"/>
    <w:rsid w:val="00CD162C"/>
    <w:rsid w:val="00CD518D"/>
    <w:rsid w:val="00CD5A2B"/>
    <w:rsid w:val="00CE0249"/>
    <w:rsid w:val="00CE097C"/>
    <w:rsid w:val="00CE0CA5"/>
    <w:rsid w:val="00CE2BFE"/>
    <w:rsid w:val="00CE654C"/>
    <w:rsid w:val="00CE7E78"/>
    <w:rsid w:val="00CF0B95"/>
    <w:rsid w:val="00CF0F9D"/>
    <w:rsid w:val="00CF1621"/>
    <w:rsid w:val="00CF1FAF"/>
    <w:rsid w:val="00CF2BB4"/>
    <w:rsid w:val="00CF3D35"/>
    <w:rsid w:val="00CF406F"/>
    <w:rsid w:val="00CF5323"/>
    <w:rsid w:val="00D004AF"/>
    <w:rsid w:val="00D0166C"/>
    <w:rsid w:val="00D055A3"/>
    <w:rsid w:val="00D05F65"/>
    <w:rsid w:val="00D06F4B"/>
    <w:rsid w:val="00D0715E"/>
    <w:rsid w:val="00D11177"/>
    <w:rsid w:val="00D113AF"/>
    <w:rsid w:val="00D12412"/>
    <w:rsid w:val="00D12456"/>
    <w:rsid w:val="00D12668"/>
    <w:rsid w:val="00D131A9"/>
    <w:rsid w:val="00D13D66"/>
    <w:rsid w:val="00D1523C"/>
    <w:rsid w:val="00D155A1"/>
    <w:rsid w:val="00D15924"/>
    <w:rsid w:val="00D17BCF"/>
    <w:rsid w:val="00D202F0"/>
    <w:rsid w:val="00D22225"/>
    <w:rsid w:val="00D2740F"/>
    <w:rsid w:val="00D27BCF"/>
    <w:rsid w:val="00D339C3"/>
    <w:rsid w:val="00D34373"/>
    <w:rsid w:val="00D41EEA"/>
    <w:rsid w:val="00D423EB"/>
    <w:rsid w:val="00D427DA"/>
    <w:rsid w:val="00D457C3"/>
    <w:rsid w:val="00D4651B"/>
    <w:rsid w:val="00D55650"/>
    <w:rsid w:val="00D55913"/>
    <w:rsid w:val="00D57633"/>
    <w:rsid w:val="00D60749"/>
    <w:rsid w:val="00D62E54"/>
    <w:rsid w:val="00D643CD"/>
    <w:rsid w:val="00D644D6"/>
    <w:rsid w:val="00D67148"/>
    <w:rsid w:val="00D67A7D"/>
    <w:rsid w:val="00D70895"/>
    <w:rsid w:val="00D75979"/>
    <w:rsid w:val="00D76CD2"/>
    <w:rsid w:val="00D80DF5"/>
    <w:rsid w:val="00D81C40"/>
    <w:rsid w:val="00D8244E"/>
    <w:rsid w:val="00D82F19"/>
    <w:rsid w:val="00D83195"/>
    <w:rsid w:val="00D83A0F"/>
    <w:rsid w:val="00D83BF2"/>
    <w:rsid w:val="00D83FF0"/>
    <w:rsid w:val="00D860F9"/>
    <w:rsid w:val="00D87E24"/>
    <w:rsid w:val="00D905B1"/>
    <w:rsid w:val="00D921E3"/>
    <w:rsid w:val="00D94964"/>
    <w:rsid w:val="00D9706F"/>
    <w:rsid w:val="00DA0709"/>
    <w:rsid w:val="00DA1E0B"/>
    <w:rsid w:val="00DA2786"/>
    <w:rsid w:val="00DA2AB7"/>
    <w:rsid w:val="00DA3091"/>
    <w:rsid w:val="00DA49F8"/>
    <w:rsid w:val="00DA4D6B"/>
    <w:rsid w:val="00DA753E"/>
    <w:rsid w:val="00DB041D"/>
    <w:rsid w:val="00DB04EE"/>
    <w:rsid w:val="00DB15C7"/>
    <w:rsid w:val="00DB1859"/>
    <w:rsid w:val="00DB24AE"/>
    <w:rsid w:val="00DB6D96"/>
    <w:rsid w:val="00DC0AB5"/>
    <w:rsid w:val="00DD4D2E"/>
    <w:rsid w:val="00DD5CA2"/>
    <w:rsid w:val="00DD6BE6"/>
    <w:rsid w:val="00DE197A"/>
    <w:rsid w:val="00DE22C8"/>
    <w:rsid w:val="00DE38D4"/>
    <w:rsid w:val="00DE4FD4"/>
    <w:rsid w:val="00DF04F4"/>
    <w:rsid w:val="00DF0970"/>
    <w:rsid w:val="00DF2FE6"/>
    <w:rsid w:val="00DF34BA"/>
    <w:rsid w:val="00DF3AD6"/>
    <w:rsid w:val="00DF3B3A"/>
    <w:rsid w:val="00DF4D01"/>
    <w:rsid w:val="00DF6832"/>
    <w:rsid w:val="00E04AA8"/>
    <w:rsid w:val="00E06B97"/>
    <w:rsid w:val="00E075C6"/>
    <w:rsid w:val="00E07D9A"/>
    <w:rsid w:val="00E12B73"/>
    <w:rsid w:val="00E12D30"/>
    <w:rsid w:val="00E1349E"/>
    <w:rsid w:val="00E135C0"/>
    <w:rsid w:val="00E141C6"/>
    <w:rsid w:val="00E14B43"/>
    <w:rsid w:val="00E14F02"/>
    <w:rsid w:val="00E16755"/>
    <w:rsid w:val="00E20A2B"/>
    <w:rsid w:val="00E24FC2"/>
    <w:rsid w:val="00E26BDD"/>
    <w:rsid w:val="00E26C04"/>
    <w:rsid w:val="00E30CEA"/>
    <w:rsid w:val="00E32F53"/>
    <w:rsid w:val="00E32F7B"/>
    <w:rsid w:val="00E3405C"/>
    <w:rsid w:val="00E3596A"/>
    <w:rsid w:val="00E3745F"/>
    <w:rsid w:val="00E40E40"/>
    <w:rsid w:val="00E4262A"/>
    <w:rsid w:val="00E4335E"/>
    <w:rsid w:val="00E4351E"/>
    <w:rsid w:val="00E46C48"/>
    <w:rsid w:val="00E5003B"/>
    <w:rsid w:val="00E514E4"/>
    <w:rsid w:val="00E51809"/>
    <w:rsid w:val="00E5357D"/>
    <w:rsid w:val="00E55ECC"/>
    <w:rsid w:val="00E57066"/>
    <w:rsid w:val="00E63781"/>
    <w:rsid w:val="00E63F01"/>
    <w:rsid w:val="00E76A42"/>
    <w:rsid w:val="00E803F4"/>
    <w:rsid w:val="00E85E02"/>
    <w:rsid w:val="00E85ECC"/>
    <w:rsid w:val="00E90C89"/>
    <w:rsid w:val="00E91575"/>
    <w:rsid w:val="00E92E43"/>
    <w:rsid w:val="00E94EB1"/>
    <w:rsid w:val="00E96C35"/>
    <w:rsid w:val="00EA0577"/>
    <w:rsid w:val="00EA1A89"/>
    <w:rsid w:val="00EA31E7"/>
    <w:rsid w:val="00EA3713"/>
    <w:rsid w:val="00EA4C18"/>
    <w:rsid w:val="00EB1DF0"/>
    <w:rsid w:val="00EB3314"/>
    <w:rsid w:val="00EB62BA"/>
    <w:rsid w:val="00EB7C78"/>
    <w:rsid w:val="00EC042D"/>
    <w:rsid w:val="00EC2A8F"/>
    <w:rsid w:val="00EC4189"/>
    <w:rsid w:val="00EC528C"/>
    <w:rsid w:val="00EC5D0E"/>
    <w:rsid w:val="00EC62B1"/>
    <w:rsid w:val="00EC62E3"/>
    <w:rsid w:val="00EC7A00"/>
    <w:rsid w:val="00ED1A85"/>
    <w:rsid w:val="00ED2264"/>
    <w:rsid w:val="00ED30C2"/>
    <w:rsid w:val="00EE109D"/>
    <w:rsid w:val="00EE156C"/>
    <w:rsid w:val="00EE240E"/>
    <w:rsid w:val="00EE27FD"/>
    <w:rsid w:val="00EE492B"/>
    <w:rsid w:val="00EE54A1"/>
    <w:rsid w:val="00EE6511"/>
    <w:rsid w:val="00EE6603"/>
    <w:rsid w:val="00EE6E70"/>
    <w:rsid w:val="00EE6F2D"/>
    <w:rsid w:val="00EF2946"/>
    <w:rsid w:val="00EF2CB7"/>
    <w:rsid w:val="00EF31D7"/>
    <w:rsid w:val="00EF33F5"/>
    <w:rsid w:val="00EF4619"/>
    <w:rsid w:val="00EF49CB"/>
    <w:rsid w:val="00EF59EF"/>
    <w:rsid w:val="00EF6651"/>
    <w:rsid w:val="00F02227"/>
    <w:rsid w:val="00F029A2"/>
    <w:rsid w:val="00F0436B"/>
    <w:rsid w:val="00F07B52"/>
    <w:rsid w:val="00F101DD"/>
    <w:rsid w:val="00F11A56"/>
    <w:rsid w:val="00F12AE5"/>
    <w:rsid w:val="00F130DA"/>
    <w:rsid w:val="00F14220"/>
    <w:rsid w:val="00F218E6"/>
    <w:rsid w:val="00F21D65"/>
    <w:rsid w:val="00F23B54"/>
    <w:rsid w:val="00F24638"/>
    <w:rsid w:val="00F2556E"/>
    <w:rsid w:val="00F257A9"/>
    <w:rsid w:val="00F27918"/>
    <w:rsid w:val="00F3030F"/>
    <w:rsid w:val="00F30ABD"/>
    <w:rsid w:val="00F30B56"/>
    <w:rsid w:val="00F34C2D"/>
    <w:rsid w:val="00F34C53"/>
    <w:rsid w:val="00F3790D"/>
    <w:rsid w:val="00F3795E"/>
    <w:rsid w:val="00F4696E"/>
    <w:rsid w:val="00F472C2"/>
    <w:rsid w:val="00F4744F"/>
    <w:rsid w:val="00F511C1"/>
    <w:rsid w:val="00F515D5"/>
    <w:rsid w:val="00F54C06"/>
    <w:rsid w:val="00F54F04"/>
    <w:rsid w:val="00F57114"/>
    <w:rsid w:val="00F571B2"/>
    <w:rsid w:val="00F57719"/>
    <w:rsid w:val="00F60FC4"/>
    <w:rsid w:val="00F62675"/>
    <w:rsid w:val="00F632FE"/>
    <w:rsid w:val="00F65AD7"/>
    <w:rsid w:val="00F65EF9"/>
    <w:rsid w:val="00F70BD6"/>
    <w:rsid w:val="00F70C38"/>
    <w:rsid w:val="00F718CC"/>
    <w:rsid w:val="00F725BE"/>
    <w:rsid w:val="00F77878"/>
    <w:rsid w:val="00F77D8F"/>
    <w:rsid w:val="00F77E5A"/>
    <w:rsid w:val="00F803A2"/>
    <w:rsid w:val="00F80749"/>
    <w:rsid w:val="00F80B15"/>
    <w:rsid w:val="00F8283F"/>
    <w:rsid w:val="00F86088"/>
    <w:rsid w:val="00F87589"/>
    <w:rsid w:val="00F928C7"/>
    <w:rsid w:val="00F92A4D"/>
    <w:rsid w:val="00F9341A"/>
    <w:rsid w:val="00F93509"/>
    <w:rsid w:val="00F93673"/>
    <w:rsid w:val="00F95B47"/>
    <w:rsid w:val="00FA0AC0"/>
    <w:rsid w:val="00FA371A"/>
    <w:rsid w:val="00FA46FE"/>
    <w:rsid w:val="00FA4EFC"/>
    <w:rsid w:val="00FA695C"/>
    <w:rsid w:val="00FB026A"/>
    <w:rsid w:val="00FB0D2E"/>
    <w:rsid w:val="00FB2A97"/>
    <w:rsid w:val="00FB2EC0"/>
    <w:rsid w:val="00FB400E"/>
    <w:rsid w:val="00FB5592"/>
    <w:rsid w:val="00FB5D98"/>
    <w:rsid w:val="00FB6B84"/>
    <w:rsid w:val="00FC23DD"/>
    <w:rsid w:val="00FC27C9"/>
    <w:rsid w:val="00FC4D32"/>
    <w:rsid w:val="00FC63A5"/>
    <w:rsid w:val="00FC746E"/>
    <w:rsid w:val="00FC7D8E"/>
    <w:rsid w:val="00FD0082"/>
    <w:rsid w:val="00FD3EA5"/>
    <w:rsid w:val="00FD4F73"/>
    <w:rsid w:val="00FD61E5"/>
    <w:rsid w:val="00FD67B5"/>
    <w:rsid w:val="00FD6A1F"/>
    <w:rsid w:val="00FD73C0"/>
    <w:rsid w:val="00FE03B3"/>
    <w:rsid w:val="00FE0B8E"/>
    <w:rsid w:val="00FE0F0B"/>
    <w:rsid w:val="00FE1230"/>
    <w:rsid w:val="00FE619B"/>
    <w:rsid w:val="00FE72DD"/>
    <w:rsid w:val="00FE73F0"/>
    <w:rsid w:val="00FF1038"/>
    <w:rsid w:val="00FF2F20"/>
    <w:rsid w:val="00FF36D5"/>
    <w:rsid w:val="00FF6574"/>
    <w:rsid w:val="02DF38B9"/>
    <w:rsid w:val="09436C54"/>
    <w:rsid w:val="0AF330CF"/>
    <w:rsid w:val="0B091A37"/>
    <w:rsid w:val="0C572955"/>
    <w:rsid w:val="0CBD56F4"/>
    <w:rsid w:val="0E63197E"/>
    <w:rsid w:val="14A077C8"/>
    <w:rsid w:val="16D94B2C"/>
    <w:rsid w:val="17134E61"/>
    <w:rsid w:val="173F12FA"/>
    <w:rsid w:val="1BF701A4"/>
    <w:rsid w:val="1C833364"/>
    <w:rsid w:val="250A6257"/>
    <w:rsid w:val="255604FB"/>
    <w:rsid w:val="263E12CD"/>
    <w:rsid w:val="27CA0D4F"/>
    <w:rsid w:val="2CEF46B1"/>
    <w:rsid w:val="30A348B2"/>
    <w:rsid w:val="34983F3A"/>
    <w:rsid w:val="356130EE"/>
    <w:rsid w:val="361727F9"/>
    <w:rsid w:val="40E32E07"/>
    <w:rsid w:val="43C95734"/>
    <w:rsid w:val="4F526494"/>
    <w:rsid w:val="538452A3"/>
    <w:rsid w:val="547A2EB5"/>
    <w:rsid w:val="582B12BC"/>
    <w:rsid w:val="58B46F4F"/>
    <w:rsid w:val="607338F3"/>
    <w:rsid w:val="63F21046"/>
    <w:rsid w:val="6796579F"/>
    <w:rsid w:val="67EA40F9"/>
    <w:rsid w:val="6C7140AE"/>
    <w:rsid w:val="717B1997"/>
    <w:rsid w:val="72E51E40"/>
    <w:rsid w:val="754C2E87"/>
    <w:rsid w:val="7EC90ACC"/>
    <w:rsid w:val="7F8343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="Times New Roman" w:hAnsi="Times New Roman" w:cs="Times New Roman" w:eastAsiaTheme="minorEastAsia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Title"/>
    <w:basedOn w:val="1"/>
    <w:next w:val="1"/>
    <w:link w:val="13"/>
    <w:qFormat/>
    <w:uiPriority w:val="0"/>
    <w:pPr>
      <w:widowControl w:val="0"/>
      <w:spacing w:before="240" w:after="60"/>
      <w:jc w:val="center"/>
      <w:outlineLvl w:val="0"/>
    </w:pPr>
    <w:rPr>
      <w:rFonts w:hint="default" w:ascii="Cambria" w:hAnsi="Cambria" w:eastAsia="宋体"/>
      <w:b/>
      <w:bCs/>
      <w:sz w:val="32"/>
      <w:szCs w:val="32"/>
    </w:rPr>
  </w:style>
  <w:style w:type="table" w:styleId="7">
    <w:name w:val="Table Grid"/>
    <w:basedOn w:val="6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页脚 Char"/>
    <w:basedOn w:val="8"/>
    <w:link w:val="3"/>
    <w:qFormat/>
    <w:uiPriority w:val="99"/>
    <w:rPr>
      <w:kern w:val="2"/>
      <w:sz w:val="18"/>
    </w:rPr>
  </w:style>
  <w:style w:type="character" w:customStyle="1" w:styleId="13">
    <w:name w:val="标题 Char"/>
    <w:basedOn w:val="8"/>
    <w:link w:val="5"/>
    <w:qFormat/>
    <w:uiPriority w:val="0"/>
    <w:rPr>
      <w:rFonts w:ascii="Cambria" w:hAnsi="Cambria" w:eastAsia="宋体"/>
      <w:b/>
      <w:bCs/>
      <w:kern w:val="2"/>
      <w:sz w:val="32"/>
      <w:szCs w:val="32"/>
    </w:rPr>
  </w:style>
  <w:style w:type="paragraph" w:styleId="14">
    <w:name w:val="No Spacing"/>
    <w:qFormat/>
    <w:uiPriority w:val="1"/>
    <w:pPr>
      <w:jc w:val="both"/>
    </w:pPr>
    <w:rPr>
      <w:rFonts w:hint="eastAsia" w:ascii="Times New Roman" w:hAnsi="Times New Roman" w:cs="Times New Roman" w:eastAsiaTheme="minorEastAsia"/>
      <w:kern w:val="2"/>
      <w:sz w:val="21"/>
      <w:lang w:val="en-US" w:eastAsia="zh-CN" w:bidi="ar-SA"/>
    </w:rPr>
  </w:style>
  <w:style w:type="character" w:customStyle="1" w:styleId="15">
    <w:name w:val="fontstyle01"/>
    <w:basedOn w:val="8"/>
    <w:qFormat/>
    <w:uiPriority w:val="0"/>
    <w:rPr>
      <w:rFonts w:hint="eastAsia" w:ascii="宋体" w:hAnsi="宋体" w:eastAsia="宋体"/>
      <w:color w:val="000000"/>
      <w:sz w:val="18"/>
      <w:szCs w:val="18"/>
    </w:rPr>
  </w:style>
  <w:style w:type="character" w:customStyle="1" w:styleId="16">
    <w:name w:val="fontstyle21"/>
    <w:basedOn w:val="8"/>
    <w:qFormat/>
    <w:uiPriority w:val="0"/>
    <w:rPr>
      <w:rFonts w:hint="default" w:ascii="Calibri" w:hAnsi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GHgamepad&#35828;&#26126;&#20070;(&#20013;&#33521;&#25991;&#29256;&#65289;%202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FDE3FD-1913-4B50-82C7-2F3B8277CD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GHgamepad说明书(中英文版） 2</Template>
  <Pages>1</Pages>
  <Words>202</Words>
  <Characters>275</Characters>
  <Lines>5</Lines>
  <Paragraphs>6</Paragraphs>
  <TotalTime>1</TotalTime>
  <ScaleCrop>false</ScaleCrop>
  <LinksUpToDate>false</LinksUpToDate>
  <CharactersWithSpaces>280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2013-11-14T09:27:00Z</dcterms:created>
  <dc:creator>VIPUSER</dc:creator>
  <cp:lastModifiedBy>鲲鲲别摸球</cp:lastModifiedBy>
  <cp:lastPrinted>2017-03-25T07:28:00Z</cp:lastPrinted>
  <dcterms:modified xsi:type="dcterms:W3CDTF">2023-10-23T01:52:30Z</dcterms:modified>
  <dc:title>安卓蓝牙手柄规格操作说明 VER:2.0</dc:title>
  <cp:revision>1597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8E9ED264D6A44B8ABEF955632F48CEB6_13</vt:lpwstr>
  </property>
</Properties>
</file>